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F40DD" w14:textId="77777777" w:rsidR="008A6597" w:rsidRDefault="008A6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6CE75" w14:textId="77777777" w:rsidR="008A6597" w:rsidRDefault="008A6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506D2A72" w:rsidR="00E4605D" w:rsidRPr="002F4DB4" w:rsidRDefault="008A6597" w:rsidP="007358A2">
    <w:pPr>
      <w:rPr>
        <w:rFonts w:cs="Arial"/>
        <w:sz w:val="20"/>
      </w:rPr>
    </w:pPr>
    <w:r>
      <w:rPr>
        <w:rFonts w:cs="Arial"/>
        <w:b/>
        <w:noProof/>
        <w:sz w:val="20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4675590" r:id="rId2"/>
      </w:object>
    </w:r>
    <w:r w:rsidR="002F4DB4" w:rsidRPr="002F4DB4">
      <w:rPr>
        <w:rFonts w:cs="Arial"/>
        <w:sz w:val="20"/>
      </w:rPr>
      <w:t xml:space="preserve">Zał. nr </w:t>
    </w:r>
    <w:r>
      <w:rPr>
        <w:rFonts w:cs="Arial"/>
        <w:sz w:val="20"/>
      </w:rPr>
      <w:t>3</w: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0C00" w14:textId="77777777" w:rsidR="008A6597" w:rsidRDefault="008A6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85107"/>
    <w:rsid w:val="001D6F1C"/>
    <w:rsid w:val="001E2535"/>
    <w:rsid w:val="0020033B"/>
    <w:rsid w:val="00205F8E"/>
    <w:rsid w:val="00212FEE"/>
    <w:rsid w:val="002550E4"/>
    <w:rsid w:val="00270553"/>
    <w:rsid w:val="00271A39"/>
    <w:rsid w:val="00275F27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4BEF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A6597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26BA3"/>
    <w:rsid w:val="00A30D29"/>
    <w:rsid w:val="00A31054"/>
    <w:rsid w:val="00A729F0"/>
    <w:rsid w:val="00A961FA"/>
    <w:rsid w:val="00A97B2D"/>
    <w:rsid w:val="00A97EEC"/>
    <w:rsid w:val="00AB5970"/>
    <w:rsid w:val="00AE5A27"/>
    <w:rsid w:val="00B04623"/>
    <w:rsid w:val="00B05374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5</cp:revision>
  <cp:lastPrinted>2018-04-27T07:47:00Z</cp:lastPrinted>
  <dcterms:created xsi:type="dcterms:W3CDTF">2025-03-20T07:44:00Z</dcterms:created>
  <dcterms:modified xsi:type="dcterms:W3CDTF">2025-07-22T05:47:00Z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